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627DF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0CE47938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340B1FB4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9CC055F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1B3EA0">
        <w:rPr>
          <w:spacing w:val="0"/>
          <w:position w:val="0"/>
          <w:sz w:val="20"/>
        </w:rPr>
        <w:t>Vara</w:t>
      </w:r>
      <w:r>
        <w:rPr>
          <w:spacing w:val="0"/>
          <w:position w:val="0"/>
          <w:sz w:val="20"/>
        </w:rPr>
        <w:t xml:space="preserve"> Saeveski  </w:t>
      </w:r>
      <w:r w:rsidR="001B3EA0">
        <w:rPr>
          <w:spacing w:val="0"/>
          <w:position w:val="0"/>
          <w:sz w:val="20"/>
        </w:rPr>
        <w:t>OÜ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2F6E435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49D7ECD" w14:textId="1AA92430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1B3EA0">
        <w:rPr>
          <w:spacing w:val="0"/>
          <w:position w:val="0"/>
          <w:sz w:val="20"/>
        </w:rPr>
        <w:t>202</w:t>
      </w:r>
      <w:r w:rsidR="008F47B2">
        <w:rPr>
          <w:spacing w:val="0"/>
          <w:position w:val="0"/>
          <w:sz w:val="20"/>
        </w:rPr>
        <w:t>5</w:t>
      </w:r>
      <w:r w:rsidR="001B3EA0">
        <w:rPr>
          <w:spacing w:val="0"/>
          <w:position w:val="0"/>
          <w:sz w:val="20"/>
        </w:rPr>
        <w:t>/</w:t>
      </w:r>
      <w:r w:rsidR="001F0BC3">
        <w:rPr>
          <w:spacing w:val="0"/>
          <w:position w:val="0"/>
          <w:sz w:val="20"/>
        </w:rPr>
        <w:t>130</w:t>
      </w:r>
      <w:r w:rsidRPr="00330C91">
        <w:rPr>
          <w:spacing w:val="0"/>
          <w:position w:val="0"/>
          <w:sz w:val="20"/>
        </w:rPr>
        <w:t xml:space="preserve"> juurde</w:t>
      </w:r>
    </w:p>
    <w:p w14:paraId="49164521" w14:textId="77777777" w:rsidR="005253F3" w:rsidRPr="00330C91" w:rsidRDefault="005253F3" w:rsidP="00A111CB">
      <w:pPr>
        <w:jc w:val="center"/>
      </w:pPr>
    </w:p>
    <w:p w14:paraId="7666E7D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64D90FAD" w14:textId="77777777" w:rsidR="005253F3" w:rsidRPr="00330C91" w:rsidRDefault="005253F3" w:rsidP="00D2770C">
      <w:pPr>
        <w:jc w:val="center"/>
        <w:rPr>
          <w:sz w:val="18"/>
        </w:rPr>
      </w:pPr>
    </w:p>
    <w:p w14:paraId="763B4154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5A46196B" w14:textId="77777777" w:rsidR="005253F3" w:rsidRPr="00330C91" w:rsidRDefault="005253F3" w:rsidP="005655A4">
      <w:pPr>
        <w:rPr>
          <w:sz w:val="18"/>
          <w:szCs w:val="18"/>
        </w:rPr>
      </w:pPr>
    </w:p>
    <w:p w14:paraId="4E49F8E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6DED0B9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2CFA0706" w14:textId="2AA0AC2F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6D29BB">
        <w:rPr>
          <w:sz w:val="20"/>
        </w:rPr>
        <w:t>2</w:t>
      </w:r>
      <w:r w:rsidR="00921867">
        <w:rPr>
          <w:sz w:val="20"/>
        </w:rPr>
        <w:t>4</w:t>
      </w:r>
      <w:r w:rsidR="002431FC">
        <w:rPr>
          <w:sz w:val="20"/>
        </w:rPr>
        <w:t>.0</w:t>
      </w:r>
      <w:r w:rsidR="00921867">
        <w:rPr>
          <w:sz w:val="20"/>
        </w:rPr>
        <w:t>4</w:t>
      </w:r>
      <w:r w:rsidR="00A17551">
        <w:rPr>
          <w:sz w:val="20"/>
        </w:rPr>
        <w:t>.202</w:t>
      </w:r>
      <w:r w:rsidR="006D29BB">
        <w:rPr>
          <w:sz w:val="20"/>
        </w:rPr>
        <w:t>5</w:t>
      </w:r>
      <w:r w:rsidR="001B3EA0">
        <w:rPr>
          <w:sz w:val="20"/>
        </w:rPr>
        <w:t xml:space="preserve"> </w:t>
      </w:r>
      <w:r w:rsidR="00921867">
        <w:rPr>
          <w:sz w:val="20"/>
        </w:rPr>
        <w:t xml:space="preserve">kiirestirikneva metsamaterjali kokkuleppehinnaga </w:t>
      </w:r>
      <w:r w:rsidRPr="00330C91">
        <w:rPr>
          <w:sz w:val="20"/>
        </w:rPr>
        <w:t xml:space="preserve"> edukaks tu</w:t>
      </w:r>
      <w:r w:rsidR="001C3CA4">
        <w:rPr>
          <w:sz w:val="20"/>
        </w:rPr>
        <w:t xml:space="preserve">nnistamise protokolli nr </w:t>
      </w:r>
      <w:r w:rsidR="001B3EA0">
        <w:rPr>
          <w:sz w:val="20"/>
        </w:rPr>
        <w:t>3-3.4/</w:t>
      </w:r>
      <w:r w:rsidR="00921867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921867">
        <w:rPr>
          <w:bCs/>
          <w:sz w:val="20"/>
        </w:rPr>
        <w:t>mai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6D29BB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6D29BB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1645"/>
        <w:gridCol w:w="2329"/>
        <w:gridCol w:w="1980"/>
        <w:gridCol w:w="1974"/>
      </w:tblGrid>
      <w:tr w:rsidR="00921867" w:rsidRPr="00330C91" w14:paraId="50613695" w14:textId="77777777" w:rsidTr="00921867">
        <w:trPr>
          <w:trHeight w:val="255"/>
        </w:trPr>
        <w:tc>
          <w:tcPr>
            <w:tcW w:w="1000" w:type="pct"/>
            <w:noWrap/>
          </w:tcPr>
          <w:p w14:paraId="0EEC4567" w14:textId="77777777" w:rsidR="00921867" w:rsidRPr="00330C91" w:rsidRDefault="0092186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0" w:type="pct"/>
            <w:noWrap/>
          </w:tcPr>
          <w:p w14:paraId="192F3A31" w14:textId="77777777" w:rsidR="00921867" w:rsidRPr="00330C91" w:rsidRDefault="0092186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75" w:type="pct"/>
          </w:tcPr>
          <w:p w14:paraId="43D81F00" w14:textId="77777777" w:rsidR="00921867" w:rsidRPr="00330C91" w:rsidRDefault="0092186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99" w:type="pct"/>
          </w:tcPr>
          <w:p w14:paraId="4B6D781B" w14:textId="281B6ED3" w:rsidR="00921867" w:rsidRDefault="0092186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Mai-juuni</w:t>
            </w:r>
          </w:p>
        </w:tc>
        <w:tc>
          <w:tcPr>
            <w:tcW w:w="996" w:type="pct"/>
            <w:noWrap/>
          </w:tcPr>
          <w:p w14:paraId="045F2027" w14:textId="77777777" w:rsidR="00921867" w:rsidRPr="00330C91" w:rsidRDefault="00921867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921867" w:rsidRPr="00330C91" w14:paraId="0509F3E9" w14:textId="77777777" w:rsidTr="00921867">
        <w:trPr>
          <w:trHeight w:val="255"/>
        </w:trPr>
        <w:tc>
          <w:tcPr>
            <w:tcW w:w="1000" w:type="pct"/>
            <w:noWrap/>
          </w:tcPr>
          <w:p w14:paraId="6110EB83" w14:textId="6AA227C0" w:rsidR="00921867" w:rsidRPr="00CF7870" w:rsidRDefault="002F0A0A" w:rsidP="006D29BB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830" w:type="pct"/>
            <w:noWrap/>
          </w:tcPr>
          <w:p w14:paraId="6127F4CD" w14:textId="6F3F4396" w:rsidR="00921867" w:rsidRDefault="00921867" w:rsidP="006D29BB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Vara</w:t>
            </w:r>
          </w:p>
        </w:tc>
        <w:tc>
          <w:tcPr>
            <w:tcW w:w="1175" w:type="pct"/>
            <w:vAlign w:val="center"/>
          </w:tcPr>
          <w:p w14:paraId="54E7521C" w14:textId="6910BAB0" w:rsidR="00921867" w:rsidRDefault="00921867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</w:tcPr>
          <w:p w14:paraId="4945DCC1" w14:textId="3426CD09" w:rsidR="00921867" w:rsidRDefault="00C12290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248</w:t>
            </w:r>
          </w:p>
        </w:tc>
        <w:tc>
          <w:tcPr>
            <w:tcW w:w="996" w:type="pct"/>
            <w:noWrap/>
            <w:vAlign w:val="center"/>
          </w:tcPr>
          <w:p w14:paraId="6CA80663" w14:textId="3BC2194F" w:rsidR="00921867" w:rsidRDefault="00C12290" w:rsidP="006D29B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248</w:t>
            </w:r>
          </w:p>
        </w:tc>
      </w:tr>
      <w:tr w:rsidR="00921867" w:rsidRPr="00330C91" w14:paraId="04555D8D" w14:textId="77777777" w:rsidTr="002F0A0A">
        <w:trPr>
          <w:trHeight w:val="80"/>
        </w:trPr>
        <w:tc>
          <w:tcPr>
            <w:tcW w:w="1000" w:type="pct"/>
            <w:noWrap/>
          </w:tcPr>
          <w:p w14:paraId="3C77D7BB" w14:textId="7B49CEB2" w:rsidR="00921867" w:rsidRPr="00CF7870" w:rsidRDefault="002F0A0A" w:rsidP="006D29BB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30" w:type="pct"/>
            <w:noWrap/>
          </w:tcPr>
          <w:p w14:paraId="5C9C0676" w14:textId="77777777" w:rsidR="00921867" w:rsidRPr="00CF7870" w:rsidRDefault="00921867" w:rsidP="006D29BB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Vara</w:t>
            </w:r>
          </w:p>
        </w:tc>
        <w:tc>
          <w:tcPr>
            <w:tcW w:w="1175" w:type="pct"/>
            <w:vAlign w:val="center"/>
          </w:tcPr>
          <w:p w14:paraId="68B0BB6D" w14:textId="77777777" w:rsidR="00921867" w:rsidRPr="00330C91" w:rsidRDefault="00921867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</w:tcPr>
          <w:p w14:paraId="7CD6B118" w14:textId="29B1067A" w:rsidR="00921867" w:rsidRDefault="00C12290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5375</w:t>
            </w:r>
          </w:p>
        </w:tc>
        <w:tc>
          <w:tcPr>
            <w:tcW w:w="996" w:type="pct"/>
            <w:noWrap/>
            <w:vAlign w:val="center"/>
          </w:tcPr>
          <w:p w14:paraId="7CD14BC9" w14:textId="37ACCDC8" w:rsidR="00921867" w:rsidRPr="00330C91" w:rsidRDefault="00C12290" w:rsidP="006D29B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5375</w:t>
            </w:r>
          </w:p>
        </w:tc>
      </w:tr>
    </w:tbl>
    <w:p w14:paraId="51F1C9D3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43D8831C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642AB2BE" w14:textId="77777777" w:rsidR="005253F3" w:rsidRPr="00330C91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30%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5518209A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19A79E45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4E6F8D3D" w14:textId="77777777" w:rsidR="005253F3" w:rsidRPr="00330C91" w:rsidRDefault="005253F3" w:rsidP="00EB57EF">
      <w:pPr>
        <w:rPr>
          <w:b/>
          <w:sz w:val="20"/>
        </w:rPr>
      </w:pPr>
    </w:p>
    <w:p w14:paraId="288A44A3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B77F522" w14:textId="77777777" w:rsidR="005253F3" w:rsidRPr="00330C91" w:rsidRDefault="005253F3" w:rsidP="00EB57EF">
      <w:pPr>
        <w:rPr>
          <w:b/>
          <w:sz w:val="20"/>
        </w:rPr>
      </w:pPr>
    </w:p>
    <w:p w14:paraId="240403FA" w14:textId="77777777" w:rsidR="005253F3" w:rsidRPr="00330C91" w:rsidRDefault="005253F3" w:rsidP="00EB57EF">
      <w:pPr>
        <w:rPr>
          <w:i/>
          <w:sz w:val="20"/>
        </w:rPr>
      </w:pPr>
    </w:p>
    <w:p w14:paraId="49195381" w14:textId="77777777" w:rsidR="007207F8" w:rsidRPr="00330C91" w:rsidRDefault="007207F8" w:rsidP="007207F8">
      <w:pPr>
        <w:rPr>
          <w:sz w:val="20"/>
        </w:rPr>
      </w:pPr>
    </w:p>
    <w:p w14:paraId="6BA552DA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B3EA0">
        <w:rPr>
          <w:sz w:val="20"/>
        </w:rPr>
        <w:t>Andres Hummal</w:t>
      </w:r>
    </w:p>
    <w:p w14:paraId="406870FA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01C3035C" w14:textId="77777777" w:rsidR="005253F3" w:rsidRPr="00330C91" w:rsidRDefault="005253F3" w:rsidP="00D83439">
      <w:pPr>
        <w:rPr>
          <w:b/>
          <w:sz w:val="20"/>
        </w:rPr>
      </w:pPr>
    </w:p>
    <w:p w14:paraId="3164A069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17F6ADCC" w14:textId="77777777" w:rsidR="00D21536" w:rsidRPr="00330C91" w:rsidRDefault="00D21536" w:rsidP="00D2153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Vara Saeveski  OÜ </w:t>
      </w:r>
      <w:r w:rsidRPr="00330C91">
        <w:rPr>
          <w:spacing w:val="0"/>
          <w:position w:val="0"/>
          <w:sz w:val="20"/>
        </w:rPr>
        <w:t>vahelise</w:t>
      </w:r>
    </w:p>
    <w:p w14:paraId="6D76185D" w14:textId="77777777" w:rsidR="00D21536" w:rsidRPr="00330C91" w:rsidRDefault="00D21536" w:rsidP="00D2153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66919CE5" w14:textId="77777777" w:rsidR="00D21536" w:rsidRPr="00330C91" w:rsidRDefault="00D21536" w:rsidP="00D2153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2025/130</w:t>
      </w:r>
      <w:r w:rsidRPr="00330C91">
        <w:rPr>
          <w:spacing w:val="0"/>
          <w:position w:val="0"/>
          <w:sz w:val="20"/>
        </w:rPr>
        <w:t xml:space="preserve"> juurde</w:t>
      </w:r>
    </w:p>
    <w:p w14:paraId="7C12F265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7DEA0672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16064A10" w14:textId="77777777" w:rsidR="005253F3" w:rsidRPr="00330C91" w:rsidRDefault="005253F3" w:rsidP="00244AC9">
      <w:pPr>
        <w:rPr>
          <w:sz w:val="20"/>
        </w:rPr>
      </w:pPr>
    </w:p>
    <w:p w14:paraId="0A540B07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5537BC65" w14:textId="77777777" w:rsidR="005253F3" w:rsidRPr="00330C91" w:rsidRDefault="005253F3" w:rsidP="00B30713">
      <w:pPr>
        <w:rPr>
          <w:sz w:val="18"/>
          <w:szCs w:val="18"/>
        </w:rPr>
      </w:pPr>
    </w:p>
    <w:p w14:paraId="5643590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70BABEA0" w14:textId="77777777" w:rsidR="005253F3" w:rsidRPr="00330C91" w:rsidRDefault="005253F3" w:rsidP="005655A4">
      <w:pPr>
        <w:rPr>
          <w:b/>
          <w:sz w:val="18"/>
        </w:rPr>
      </w:pPr>
    </w:p>
    <w:p w14:paraId="472FE79A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13D4D2F1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66AD32C7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57D9F7D3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E439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FB6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8B0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E062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62083CBA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4CE4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AE9B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92E39BC" w14:textId="77777777" w:rsidR="001D298A" w:rsidRPr="001D298A" w:rsidRDefault="001B3EA0" w:rsidP="001B3EA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1D298A" w:rsidRPr="001D298A">
              <w:rPr>
                <w:bCs/>
                <w:sz w:val="20"/>
              </w:rPr>
              <w:t>30</w:t>
            </w:r>
            <w:r>
              <w:rPr>
                <w:bCs/>
                <w:sz w:val="20"/>
              </w:rPr>
              <w:t>)36-60 (+ ülemõõt minimaalselt 7</w:t>
            </w:r>
            <w:r w:rsidR="001D298A" w:rsidRPr="001D298A">
              <w:rPr>
                <w:bCs/>
                <w:sz w:val="20"/>
              </w:rPr>
              <w:t xml:space="preserve">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69E1CC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  <w:tr w:rsidR="001D298A" w:rsidRPr="001D298A" w14:paraId="31C8FC6C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A1E1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Männipalk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DAC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995FFEB" w14:textId="77777777" w:rsidR="001D298A" w:rsidRPr="001D298A" w:rsidRDefault="001B3EA0" w:rsidP="001B3EA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Pr="001D298A">
              <w:rPr>
                <w:bCs/>
                <w:sz w:val="20"/>
              </w:rPr>
              <w:t>30</w:t>
            </w:r>
            <w:r>
              <w:rPr>
                <w:bCs/>
                <w:sz w:val="20"/>
              </w:rPr>
              <w:t>)36</w:t>
            </w:r>
            <w:r w:rsidRPr="001D298A">
              <w:rPr>
                <w:bCs/>
                <w:sz w:val="20"/>
              </w:rPr>
              <w:t xml:space="preserve">-60 </w:t>
            </w:r>
            <w:r>
              <w:rPr>
                <w:bCs/>
                <w:sz w:val="20"/>
              </w:rPr>
              <w:t xml:space="preserve">(+ ülemõõt minimaalselt 7 </w:t>
            </w:r>
            <w:r w:rsidR="001D298A" w:rsidRPr="001D298A">
              <w:rPr>
                <w:bCs/>
                <w:sz w:val="20"/>
              </w:rPr>
              <w:t>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A87AB72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06888412" w14:textId="77777777" w:rsidR="001D298A" w:rsidRPr="00330C91" w:rsidRDefault="001D298A" w:rsidP="00AD3838">
      <w:pPr>
        <w:rPr>
          <w:bCs/>
          <w:sz w:val="20"/>
        </w:rPr>
      </w:pPr>
    </w:p>
    <w:p w14:paraId="3E3F48EE" w14:textId="77777777" w:rsidR="005253F3" w:rsidRPr="00330C91" w:rsidRDefault="005253F3" w:rsidP="005655A4">
      <w:pPr>
        <w:rPr>
          <w:b/>
          <w:bCs/>
          <w:sz w:val="20"/>
        </w:rPr>
      </w:pPr>
    </w:p>
    <w:p w14:paraId="1CDDBA9D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14CDEF3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7D11AF72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A8497D6" w14:textId="77777777" w:rsidR="005253F3" w:rsidRPr="00330C91" w:rsidRDefault="005253F3" w:rsidP="00EB57EF">
      <w:pPr>
        <w:rPr>
          <w:b/>
          <w:sz w:val="20"/>
        </w:rPr>
      </w:pPr>
    </w:p>
    <w:p w14:paraId="3BC1AFA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07C7B61" w14:textId="77777777" w:rsidR="005253F3" w:rsidRPr="00330C91" w:rsidRDefault="005253F3" w:rsidP="00EB57EF">
      <w:pPr>
        <w:rPr>
          <w:sz w:val="20"/>
        </w:rPr>
      </w:pPr>
    </w:p>
    <w:p w14:paraId="1295E653" w14:textId="77777777" w:rsidR="005253F3" w:rsidRPr="00330C91" w:rsidRDefault="005253F3" w:rsidP="00EB57EF">
      <w:pPr>
        <w:rPr>
          <w:i/>
          <w:sz w:val="20"/>
        </w:rPr>
      </w:pPr>
    </w:p>
    <w:p w14:paraId="1BB1A677" w14:textId="77777777" w:rsidR="007207F8" w:rsidRPr="00330C91" w:rsidRDefault="007207F8" w:rsidP="007207F8">
      <w:pPr>
        <w:rPr>
          <w:sz w:val="20"/>
        </w:rPr>
      </w:pPr>
    </w:p>
    <w:p w14:paraId="094BF26F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B3EA0">
        <w:rPr>
          <w:sz w:val="20"/>
        </w:rPr>
        <w:t>Andres Hummal</w:t>
      </w:r>
    </w:p>
    <w:p w14:paraId="41A03F93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BB3CD88" w14:textId="77777777" w:rsidR="005253F3" w:rsidRPr="00330C91" w:rsidRDefault="005253F3" w:rsidP="00B30713">
      <w:pPr>
        <w:rPr>
          <w:b/>
          <w:sz w:val="20"/>
        </w:rPr>
      </w:pPr>
    </w:p>
    <w:p w14:paraId="7BE0C028" w14:textId="77777777" w:rsidR="005253F3" w:rsidRPr="00330C91" w:rsidRDefault="005253F3" w:rsidP="00B30713">
      <w:pPr>
        <w:rPr>
          <w:b/>
          <w:sz w:val="20"/>
        </w:rPr>
      </w:pPr>
    </w:p>
    <w:p w14:paraId="7838B1FE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2ADA7219" w14:textId="77777777" w:rsidR="00D21536" w:rsidRPr="00330C91" w:rsidRDefault="00D21536" w:rsidP="00D2153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Vara Saeveski  OÜ </w:t>
      </w:r>
      <w:r w:rsidRPr="00330C91">
        <w:rPr>
          <w:spacing w:val="0"/>
          <w:position w:val="0"/>
          <w:sz w:val="20"/>
        </w:rPr>
        <w:t>vahelise</w:t>
      </w:r>
    </w:p>
    <w:p w14:paraId="1957FC54" w14:textId="77777777" w:rsidR="00D21536" w:rsidRPr="00330C91" w:rsidRDefault="00D21536" w:rsidP="00D2153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F77F4C9" w14:textId="77777777" w:rsidR="00D21536" w:rsidRPr="00330C91" w:rsidRDefault="00D21536" w:rsidP="00D2153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2025/130</w:t>
      </w:r>
      <w:r w:rsidRPr="00330C91">
        <w:rPr>
          <w:spacing w:val="0"/>
          <w:position w:val="0"/>
          <w:sz w:val="20"/>
        </w:rPr>
        <w:t xml:space="preserve"> juurde</w:t>
      </w:r>
    </w:p>
    <w:p w14:paraId="7BA95F8B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2BC3528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7F41E8C5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1E8BC4B4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73060009" w14:textId="77777777" w:rsidR="005253F3" w:rsidRPr="00330C91" w:rsidRDefault="005253F3" w:rsidP="00B30713">
      <w:pPr>
        <w:rPr>
          <w:sz w:val="18"/>
          <w:szCs w:val="18"/>
        </w:rPr>
      </w:pPr>
    </w:p>
    <w:p w14:paraId="483C4085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A8413D8" w14:textId="77777777" w:rsidR="005253F3" w:rsidRPr="00330C91" w:rsidRDefault="005253F3" w:rsidP="005655A4">
      <w:pPr>
        <w:rPr>
          <w:b/>
          <w:sz w:val="18"/>
        </w:rPr>
      </w:pPr>
    </w:p>
    <w:p w14:paraId="47FA2407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6F79A0" w:rsidRPr="00396344" w14:paraId="08C4A422" w14:textId="77777777" w:rsidTr="002E5F25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2D12F" w14:textId="77777777" w:rsidR="006F79A0" w:rsidRPr="00396344" w:rsidRDefault="006F79A0" w:rsidP="002E5F25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5FD4D5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74EAA3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A4157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95D14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Hind  (€/m³)</w:t>
            </w:r>
          </w:p>
        </w:tc>
      </w:tr>
      <w:tr w:rsidR="006F79A0" w:rsidRPr="00396344" w14:paraId="703A7B17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953FC" w14:textId="72DAFB49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7EE1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6F39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 xml:space="preserve">8,0-9,9  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C3AC7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7CA59" w14:textId="2F6C62C5" w:rsidR="006F79A0" w:rsidRPr="00396344" w:rsidRDefault="004A3C99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</w:t>
            </w:r>
          </w:p>
        </w:tc>
      </w:tr>
      <w:tr w:rsidR="006F79A0" w:rsidRPr="00396344" w14:paraId="0E02617E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11B7E" w14:textId="1C154C46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8673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DB7BF" w14:textId="570A83D6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10,0-1</w:t>
            </w:r>
            <w:r w:rsidR="00716E76">
              <w:rPr>
                <w:bCs/>
                <w:sz w:val="20"/>
              </w:rPr>
              <w:t>3,9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F0EE7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6B78B4" w14:textId="46330BCC" w:rsidR="006F79A0" w:rsidRPr="00396344" w:rsidRDefault="004A3C99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</w:t>
            </w:r>
          </w:p>
        </w:tc>
      </w:tr>
      <w:tr w:rsidR="006F79A0" w:rsidRPr="00396344" w14:paraId="3A4FBCCD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2D8EC" w14:textId="5EE6C290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88769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FB164" w14:textId="7F819AF0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</w:t>
            </w:r>
            <w:r w:rsidR="004A3C99">
              <w:rPr>
                <w:bCs/>
                <w:sz w:val="20"/>
              </w:rPr>
              <w:t>4</w:t>
            </w:r>
            <w:r w:rsidRPr="00396344">
              <w:rPr>
                <w:bCs/>
                <w:sz w:val="20"/>
              </w:rPr>
              <w:t>,</w:t>
            </w:r>
            <w:r w:rsidR="00716E76">
              <w:rPr>
                <w:bCs/>
                <w:sz w:val="20"/>
              </w:rPr>
              <w:t>0</w:t>
            </w:r>
            <w:r w:rsidRPr="00396344">
              <w:rPr>
                <w:bCs/>
                <w:sz w:val="20"/>
              </w:rPr>
              <w:t>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538E6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8494DD" w14:textId="7EE76957" w:rsidR="006F79A0" w:rsidRPr="00396344" w:rsidRDefault="004A3C99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</w:t>
            </w:r>
          </w:p>
        </w:tc>
      </w:tr>
      <w:tr w:rsidR="006F79A0" w:rsidRPr="00396344" w14:paraId="36D128C3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0AC823" w14:textId="3281A422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C9B03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3BA0C" w14:textId="3A38E43C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18,0-2</w:t>
            </w:r>
            <w:r w:rsidR="00716E76">
              <w:rPr>
                <w:bCs/>
                <w:sz w:val="20"/>
              </w:rPr>
              <w:t>4</w:t>
            </w:r>
            <w:r w:rsidRPr="00396344">
              <w:rPr>
                <w:bCs/>
                <w:sz w:val="20"/>
              </w:rPr>
              <w:t>,</w:t>
            </w:r>
            <w:r w:rsidR="00716E76">
              <w:rPr>
                <w:bCs/>
                <w:sz w:val="20"/>
              </w:rPr>
              <w:t>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55725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ACF8C9" w14:textId="3A343833" w:rsidR="006F79A0" w:rsidRPr="00396344" w:rsidRDefault="004A3C99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</w:t>
            </w:r>
          </w:p>
        </w:tc>
      </w:tr>
      <w:tr w:rsidR="006F79A0" w14:paraId="6959BD0E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15907E" w14:textId="521871DB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4E87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7345C" w14:textId="7FDB61F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0956C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145A6" w14:textId="5641DE07" w:rsidR="006F79A0" w:rsidRDefault="00927DCB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</w:p>
        </w:tc>
      </w:tr>
      <w:tr w:rsidR="006F79A0" w:rsidRPr="00396344" w14:paraId="0DA1D1D3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6B46D" w14:textId="11233932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49A7B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73534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8,0-9,9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60E188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90FD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6F79A0" w:rsidRPr="00396344" w14:paraId="6F84A238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B44E7" w14:textId="6F8EDB74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EFCB4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1545D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8E5EDC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9E721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6F79A0" w:rsidRPr="00396344" w14:paraId="7C5C639F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03840" w14:textId="6710822F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ADD77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F25D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3BED59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D17F1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50</w:t>
            </w:r>
          </w:p>
        </w:tc>
      </w:tr>
      <w:tr w:rsidR="006F79A0" w:rsidRPr="00396344" w14:paraId="69B3077A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6BA40" w14:textId="04816B83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4343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50643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DE2D15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4321B" w14:textId="1CF32D89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720254">
              <w:rPr>
                <w:bCs/>
                <w:sz w:val="20"/>
              </w:rPr>
              <w:t>0</w:t>
            </w:r>
          </w:p>
        </w:tc>
      </w:tr>
      <w:tr w:rsidR="006F79A0" w14:paraId="6AB508A9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2D313" w14:textId="2E10B5F3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84E20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A13B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8-30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142C13" w14:textId="77777777" w:rsidR="006F79A0" w:rsidRPr="00396344" w:rsidRDefault="006F79A0" w:rsidP="006F79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30-33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BBCC1" w14:textId="77777777" w:rsidR="006F79A0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</w:t>
            </w:r>
          </w:p>
        </w:tc>
      </w:tr>
      <w:tr w:rsidR="006F79A0" w:rsidRPr="00396344" w14:paraId="5BCEF612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1F59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17F03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25C3A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8D124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C5B7F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35</w:t>
            </w:r>
          </w:p>
        </w:tc>
      </w:tr>
      <w:tr w:rsidR="006F79A0" w:rsidRPr="00396344" w14:paraId="6238BB29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2EFB3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273BB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 Metall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E8E46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4D5E5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E6A16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25</w:t>
            </w:r>
          </w:p>
        </w:tc>
      </w:tr>
    </w:tbl>
    <w:p w14:paraId="2DC3F961" w14:textId="77777777" w:rsidR="006F79A0" w:rsidRDefault="006F79A0" w:rsidP="006F79A0">
      <w:pPr>
        <w:pStyle w:val="Loendilik"/>
        <w:rPr>
          <w:bCs/>
          <w:sz w:val="20"/>
        </w:rPr>
      </w:pPr>
    </w:p>
    <w:p w14:paraId="00728961" w14:textId="77777777" w:rsidR="00A260C2" w:rsidRPr="00A260C2" w:rsidRDefault="00A260C2" w:rsidP="00A260C2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A260C2" w:rsidRPr="00396344" w14:paraId="7836C8DB" w14:textId="77777777" w:rsidTr="00726B8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0B433" w14:textId="77777777" w:rsidR="00A260C2" w:rsidRPr="00396344" w:rsidRDefault="00A260C2" w:rsidP="00726B84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7E083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DA08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39176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04DD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Hind  (€/m³)</w:t>
            </w:r>
          </w:p>
        </w:tc>
      </w:tr>
      <w:tr w:rsidR="00A260C2" w:rsidRPr="00396344" w14:paraId="6B5ACBEC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C469B9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8DB4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07940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 xml:space="preserve">8,0-9,9  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852E9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17323" w14:textId="0E90B088" w:rsidR="00A260C2" w:rsidRPr="00396344" w:rsidRDefault="00AD56F9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75</w:t>
            </w:r>
          </w:p>
        </w:tc>
      </w:tr>
      <w:tr w:rsidR="00A260C2" w:rsidRPr="00396344" w14:paraId="2F6F484C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4DFE25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B8A0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A743F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10,0-12,9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A891A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A79CB" w14:textId="2C8CE106" w:rsidR="00A260C2" w:rsidRPr="00396344" w:rsidRDefault="00FE1B15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</w:t>
            </w:r>
          </w:p>
        </w:tc>
      </w:tr>
      <w:tr w:rsidR="00A260C2" w:rsidRPr="00396344" w14:paraId="210CFD29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35667F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9FCA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DE5A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13,0-17,9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F71B0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92DC1" w14:textId="61775EB6" w:rsidR="00A260C2" w:rsidRPr="00396344" w:rsidRDefault="00FE1B15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</w:t>
            </w:r>
          </w:p>
        </w:tc>
      </w:tr>
      <w:tr w:rsidR="00A260C2" w:rsidRPr="00396344" w14:paraId="3E76C87D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58E2A4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B71C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82AEB" w14:textId="34BAB1D9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18,0-2</w:t>
            </w:r>
            <w:r w:rsidR="00A133DA">
              <w:rPr>
                <w:bCs/>
                <w:sz w:val="20"/>
              </w:rPr>
              <w:t>4</w:t>
            </w:r>
            <w:r w:rsidRPr="00396344">
              <w:rPr>
                <w:bCs/>
                <w:sz w:val="20"/>
              </w:rPr>
              <w:t>,</w:t>
            </w:r>
            <w:r w:rsidR="00A133DA">
              <w:rPr>
                <w:bCs/>
                <w:sz w:val="20"/>
              </w:rPr>
              <w:t>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3547B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CEE18" w14:textId="79666DCE" w:rsidR="00A260C2" w:rsidRPr="00396344" w:rsidRDefault="00FE1B15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</w:t>
            </w:r>
          </w:p>
        </w:tc>
      </w:tr>
      <w:tr w:rsidR="00A260C2" w14:paraId="6549FC4E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63EF8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AEF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667AF" w14:textId="01421260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4826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AD353" w14:textId="7D1119E8" w:rsidR="00A260C2" w:rsidRDefault="00927DCB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</w:p>
        </w:tc>
      </w:tr>
      <w:tr w:rsidR="00A260C2" w:rsidRPr="00396344" w14:paraId="590D485F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11E6A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8BFCB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2AF2F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8,0-9,9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748C8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C00F06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A260C2" w:rsidRPr="00396344" w14:paraId="10230A0E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9E53A1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B2FA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F6CA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D77CC2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DA0C9E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A260C2" w:rsidRPr="00396344" w14:paraId="4E8A9936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569D8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A4422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49CD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D127A3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A820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50</w:t>
            </w:r>
          </w:p>
        </w:tc>
      </w:tr>
      <w:tr w:rsidR="00A260C2" w:rsidRPr="00396344" w14:paraId="7668BB52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48A94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52110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23FBA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37F09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D6C82" w14:textId="42318A3F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720254">
              <w:rPr>
                <w:bCs/>
                <w:sz w:val="20"/>
              </w:rPr>
              <w:t>0</w:t>
            </w:r>
          </w:p>
        </w:tc>
      </w:tr>
      <w:tr w:rsidR="00A260C2" w14:paraId="147A744C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741FC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B2A81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A550D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8-30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DCAC9" w14:textId="77777777" w:rsidR="00A260C2" w:rsidRPr="00396344" w:rsidRDefault="00A260C2" w:rsidP="00726B8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30-33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94C8C" w14:textId="77777777" w:rsidR="00A260C2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</w:t>
            </w:r>
          </w:p>
        </w:tc>
      </w:tr>
      <w:tr w:rsidR="00A260C2" w:rsidRPr="00396344" w14:paraId="6C3C8123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C4E7E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C0B2C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550D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AB78D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04A3A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35</w:t>
            </w:r>
          </w:p>
        </w:tc>
      </w:tr>
      <w:tr w:rsidR="00A260C2" w:rsidRPr="00396344" w14:paraId="6726A4B3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31565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8C34C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 Metall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8FAE6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E1D8D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0757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25</w:t>
            </w:r>
          </w:p>
        </w:tc>
      </w:tr>
    </w:tbl>
    <w:p w14:paraId="6FC3A403" w14:textId="77777777" w:rsidR="001D298A" w:rsidRDefault="001D298A" w:rsidP="001D298A">
      <w:pPr>
        <w:rPr>
          <w:bCs/>
          <w:sz w:val="20"/>
        </w:rPr>
      </w:pPr>
    </w:p>
    <w:p w14:paraId="2F567FF2" w14:textId="77777777" w:rsidR="006A6ED4" w:rsidRDefault="006A6ED4" w:rsidP="001D298A">
      <w:pPr>
        <w:rPr>
          <w:bCs/>
          <w:sz w:val="20"/>
        </w:rPr>
      </w:pPr>
    </w:p>
    <w:p w14:paraId="0CFF092B" w14:textId="77777777" w:rsidR="006A6ED4" w:rsidRDefault="006A6ED4" w:rsidP="001D298A">
      <w:pPr>
        <w:rPr>
          <w:bCs/>
          <w:sz w:val="20"/>
        </w:rPr>
      </w:pPr>
    </w:p>
    <w:p w14:paraId="7FEFB586" w14:textId="77777777" w:rsidR="006A6ED4" w:rsidRDefault="006A6ED4" w:rsidP="001D298A">
      <w:pPr>
        <w:rPr>
          <w:bCs/>
          <w:sz w:val="20"/>
        </w:rPr>
      </w:pPr>
    </w:p>
    <w:p w14:paraId="3F77E859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76196F7A" w14:textId="0F1704E6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lastRenderedPageBreak/>
        <w:t>Kõikidele hindadele lisandub käibemaks.</w:t>
      </w:r>
    </w:p>
    <w:p w14:paraId="48D690A8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A786840" w14:textId="325754D0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003DCC">
        <w:rPr>
          <w:bCs/>
          <w:sz w:val="20"/>
        </w:rPr>
        <w:t>0</w:t>
      </w:r>
      <w:r w:rsidR="00AD56F9">
        <w:rPr>
          <w:bCs/>
          <w:sz w:val="20"/>
        </w:rPr>
        <w:t>2</w:t>
      </w:r>
      <w:r w:rsidR="0075603D">
        <w:rPr>
          <w:bCs/>
          <w:sz w:val="20"/>
        </w:rPr>
        <w:t>.0</w:t>
      </w:r>
      <w:r w:rsidR="00AD56F9">
        <w:rPr>
          <w:bCs/>
          <w:sz w:val="20"/>
        </w:rPr>
        <w:t>5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003DCC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1B3EA0">
        <w:rPr>
          <w:bCs/>
          <w:sz w:val="20"/>
        </w:rPr>
        <w:t>30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003DCC">
        <w:rPr>
          <w:bCs/>
          <w:sz w:val="20"/>
        </w:rPr>
        <w:t>5</w:t>
      </w:r>
    </w:p>
    <w:p w14:paraId="28445CAF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61A45B9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795AD4FF" w14:textId="77777777" w:rsidR="005253F3" w:rsidRPr="00330C91" w:rsidRDefault="005253F3" w:rsidP="00EB57EF">
      <w:pPr>
        <w:rPr>
          <w:sz w:val="20"/>
        </w:rPr>
      </w:pPr>
    </w:p>
    <w:p w14:paraId="2CAA215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5CEC7D3" w14:textId="77777777" w:rsidR="007207F8" w:rsidRPr="00330C91" w:rsidRDefault="007207F8" w:rsidP="007207F8">
      <w:pPr>
        <w:rPr>
          <w:sz w:val="20"/>
        </w:rPr>
      </w:pPr>
    </w:p>
    <w:p w14:paraId="38D4B7BA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B3EA0">
        <w:rPr>
          <w:sz w:val="20"/>
        </w:rPr>
        <w:t>Andres Hummal</w:t>
      </w:r>
    </w:p>
    <w:p w14:paraId="53993EC0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9091FF8" w14:textId="77777777" w:rsidR="00903014" w:rsidRDefault="00903014" w:rsidP="00EB57EF">
      <w:pPr>
        <w:rPr>
          <w:i/>
          <w:sz w:val="20"/>
        </w:rPr>
      </w:pPr>
    </w:p>
    <w:p w14:paraId="2E1C4D3A" w14:textId="77777777" w:rsidR="00903014" w:rsidRDefault="00903014" w:rsidP="00EB57EF">
      <w:pPr>
        <w:rPr>
          <w:i/>
          <w:sz w:val="20"/>
        </w:rPr>
      </w:pPr>
    </w:p>
    <w:p w14:paraId="0ECB85A3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A7DA1" w14:textId="77777777" w:rsidR="00335DB9" w:rsidRDefault="00335DB9">
      <w:r>
        <w:separator/>
      </w:r>
    </w:p>
  </w:endnote>
  <w:endnote w:type="continuationSeparator" w:id="0">
    <w:p w14:paraId="24F56134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DE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A74E" w14:textId="77777777" w:rsidR="00335DB9" w:rsidRDefault="00335DB9">
      <w:r>
        <w:separator/>
      </w:r>
    </w:p>
  </w:footnote>
  <w:footnote w:type="continuationSeparator" w:id="0">
    <w:p w14:paraId="78A11867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66EB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DA6E8D">
      <w:rPr>
        <w:noProof/>
        <w:spacing w:val="0"/>
        <w:position w:val="0"/>
        <w:sz w:val="20"/>
      </w:rPr>
      <w:t>4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33C0F04E" w14:textId="3F2896C2" w:rsidR="003C047F" w:rsidRPr="00E144F2" w:rsidRDefault="003C047F" w:rsidP="003908E1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FCB8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685452">
    <w:abstractNumId w:val="0"/>
  </w:num>
  <w:num w:numId="2" w16cid:durableId="112867948">
    <w:abstractNumId w:val="6"/>
  </w:num>
  <w:num w:numId="3" w16cid:durableId="90048381">
    <w:abstractNumId w:val="5"/>
  </w:num>
  <w:num w:numId="4" w16cid:durableId="169878864">
    <w:abstractNumId w:val="8"/>
  </w:num>
  <w:num w:numId="5" w16cid:durableId="1330602039">
    <w:abstractNumId w:val="9"/>
  </w:num>
  <w:num w:numId="6" w16cid:durableId="1088427957">
    <w:abstractNumId w:val="11"/>
  </w:num>
  <w:num w:numId="7" w16cid:durableId="1630891107">
    <w:abstractNumId w:val="12"/>
  </w:num>
  <w:num w:numId="8" w16cid:durableId="654651271">
    <w:abstractNumId w:val="3"/>
  </w:num>
  <w:num w:numId="9" w16cid:durableId="1990474076">
    <w:abstractNumId w:val="4"/>
  </w:num>
  <w:num w:numId="10" w16cid:durableId="1864829850">
    <w:abstractNumId w:val="1"/>
  </w:num>
  <w:num w:numId="11" w16cid:durableId="1435906824">
    <w:abstractNumId w:val="2"/>
  </w:num>
  <w:num w:numId="12" w16cid:durableId="23138153">
    <w:abstractNumId w:val="7"/>
  </w:num>
  <w:num w:numId="13" w16cid:durableId="144350139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3D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0B42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3EA0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23CC"/>
    <w:rsid w:val="001E2EBE"/>
    <w:rsid w:val="001E33A3"/>
    <w:rsid w:val="001F0BC3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0A0A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8E1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6C46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3C99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86EE4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E7F36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A6ED4"/>
    <w:rsid w:val="006D036C"/>
    <w:rsid w:val="006D05A5"/>
    <w:rsid w:val="006D29BB"/>
    <w:rsid w:val="006E260F"/>
    <w:rsid w:val="006E313B"/>
    <w:rsid w:val="006E34A0"/>
    <w:rsid w:val="006E649C"/>
    <w:rsid w:val="006F1C43"/>
    <w:rsid w:val="006F3AFC"/>
    <w:rsid w:val="006F3EE1"/>
    <w:rsid w:val="006F79A0"/>
    <w:rsid w:val="00702E82"/>
    <w:rsid w:val="00703B98"/>
    <w:rsid w:val="00707EA7"/>
    <w:rsid w:val="00711A66"/>
    <w:rsid w:val="00711BBD"/>
    <w:rsid w:val="00715B23"/>
    <w:rsid w:val="00716E76"/>
    <w:rsid w:val="00720254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8F47B2"/>
    <w:rsid w:val="008F760A"/>
    <w:rsid w:val="00903014"/>
    <w:rsid w:val="00907283"/>
    <w:rsid w:val="0091010D"/>
    <w:rsid w:val="00921867"/>
    <w:rsid w:val="00925BC2"/>
    <w:rsid w:val="00927DCB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33DA"/>
    <w:rsid w:val="00A14D96"/>
    <w:rsid w:val="00A16B85"/>
    <w:rsid w:val="00A17551"/>
    <w:rsid w:val="00A24D92"/>
    <w:rsid w:val="00A24F99"/>
    <w:rsid w:val="00A256A9"/>
    <w:rsid w:val="00A260C2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13BC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D56F9"/>
    <w:rsid w:val="00AE6A68"/>
    <w:rsid w:val="00AF495D"/>
    <w:rsid w:val="00AF54A5"/>
    <w:rsid w:val="00B02924"/>
    <w:rsid w:val="00B06CD9"/>
    <w:rsid w:val="00B072F1"/>
    <w:rsid w:val="00B10BC9"/>
    <w:rsid w:val="00B122BE"/>
    <w:rsid w:val="00B130E1"/>
    <w:rsid w:val="00B14D78"/>
    <w:rsid w:val="00B30713"/>
    <w:rsid w:val="00B37621"/>
    <w:rsid w:val="00B40068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2290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536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27C5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6E8D"/>
    <w:rsid w:val="00DA7872"/>
    <w:rsid w:val="00DB5790"/>
    <w:rsid w:val="00DC06EC"/>
    <w:rsid w:val="00DC3B6C"/>
    <w:rsid w:val="00DC4975"/>
    <w:rsid w:val="00DC4B76"/>
    <w:rsid w:val="00DD15FF"/>
    <w:rsid w:val="00DD5220"/>
    <w:rsid w:val="00DD66DA"/>
    <w:rsid w:val="00DE3475"/>
    <w:rsid w:val="00DE4A5E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3F32"/>
    <w:rsid w:val="00E8544B"/>
    <w:rsid w:val="00E858AF"/>
    <w:rsid w:val="00E91BEB"/>
    <w:rsid w:val="00E93AC8"/>
    <w:rsid w:val="00EA0A20"/>
    <w:rsid w:val="00EA1488"/>
    <w:rsid w:val="00EB0C96"/>
    <w:rsid w:val="00EB57EF"/>
    <w:rsid w:val="00EB6A8A"/>
    <w:rsid w:val="00EB7677"/>
    <w:rsid w:val="00ED071D"/>
    <w:rsid w:val="00ED19F5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76FB8"/>
    <w:rsid w:val="00F80DAA"/>
    <w:rsid w:val="00F83376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3924"/>
    <w:rsid w:val="00FD4EC7"/>
    <w:rsid w:val="00FD52DA"/>
    <w:rsid w:val="00FD6601"/>
    <w:rsid w:val="00FD6AFB"/>
    <w:rsid w:val="00FE11DC"/>
    <w:rsid w:val="00FE1B15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D73E7D1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D8B9F-ABAE-4BA6-8D00-F1E8288C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17</TotalTime>
  <Pages>4</Pages>
  <Words>487</Words>
  <Characters>3493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3973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13</cp:revision>
  <cp:lastPrinted>2018-08-16T11:33:00Z</cp:lastPrinted>
  <dcterms:created xsi:type="dcterms:W3CDTF">2025-05-02T06:33:00Z</dcterms:created>
  <dcterms:modified xsi:type="dcterms:W3CDTF">2025-05-02T07:06:00Z</dcterms:modified>
</cp:coreProperties>
</file>